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767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Γ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2007C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2007C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Γ11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2007C7" w:rsidRPr="002007C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Ο2.Ε36 </w:t>
            </w:r>
            <w:bookmarkStart w:id="0" w:name="_GoBack"/>
            <w:bookmarkEnd w:id="0"/>
            <w:r w:rsidR="002007C7" w:rsidRPr="002007C7">
              <w:rPr>
                <w:rFonts w:ascii="Calibri" w:eastAsia="Times New Roman" w:hAnsi="Calibri" w:cs="Calibri"/>
                <w:b/>
                <w:bCs/>
                <w:color w:val="000000"/>
                <w:lang w:val="en-GB" w:eastAsia="el-GR"/>
              </w:rPr>
              <w:t>PROJECTOR</w:t>
            </w:r>
            <w:r w:rsidR="002007C7" w:rsidRPr="002007C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11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2007C7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007C7" w:rsidRPr="00DF25B3" w:rsidRDefault="002007C7" w:rsidP="00200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7C7" w:rsidRPr="00FE320D" w:rsidRDefault="002007C7" w:rsidP="002007C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δυνατότητα υψηλής φωτεινότητας για αίθουσες με φυσικό φωτισμό,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LUMENS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&gt;=4600</w:t>
            </w:r>
          </w:p>
        </w:tc>
        <w:tc>
          <w:tcPr>
            <w:tcW w:w="1441" w:type="dxa"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007C7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007C7" w:rsidRPr="00DF25B3" w:rsidRDefault="002007C7" w:rsidP="00200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7C7" w:rsidRPr="00FE320D" w:rsidRDefault="002007C7" w:rsidP="002007C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πηγή φωτός (λάμπα)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LASER</w:t>
            </w:r>
          </w:p>
        </w:tc>
        <w:tc>
          <w:tcPr>
            <w:tcW w:w="1441" w:type="dxa"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007C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007C7" w:rsidRPr="00DF25B3" w:rsidRDefault="002007C7" w:rsidP="00200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7C7" w:rsidRPr="00FE320D" w:rsidRDefault="002007C7" w:rsidP="002007C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διαθέτει τεχνολογία προβολής 3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LCD</w:t>
            </w:r>
          </w:p>
        </w:tc>
        <w:tc>
          <w:tcPr>
            <w:tcW w:w="1441" w:type="dxa"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007C7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007C7" w:rsidRPr="00DF25B3" w:rsidRDefault="002007C7" w:rsidP="00200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7C7" w:rsidRPr="00FE320D" w:rsidRDefault="002007C7" w:rsidP="002007C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διαθέτει φυσική ανάλυση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native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resolution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) 1920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1080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Full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)</w:t>
            </w:r>
          </w:p>
        </w:tc>
        <w:tc>
          <w:tcPr>
            <w:tcW w:w="1441" w:type="dxa"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007C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007C7" w:rsidRPr="00DF25B3" w:rsidRDefault="002007C7" w:rsidP="00200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7C7" w:rsidRPr="00DF25B3" w:rsidRDefault="002007C7" w:rsidP="002007C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Να διαθέτει αντίθεση τουλάχιστον 2.500.000 :1</w:t>
            </w:r>
          </w:p>
        </w:tc>
        <w:tc>
          <w:tcPr>
            <w:tcW w:w="1441" w:type="dxa"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007C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007C7" w:rsidRPr="00DF25B3" w:rsidRDefault="002007C7" w:rsidP="00200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7C7" w:rsidRPr="00DF25B3" w:rsidRDefault="002007C7" w:rsidP="002007C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Να υποστηρίζει αναλογία διαστάσεων 16:9</w:t>
            </w:r>
          </w:p>
        </w:tc>
        <w:tc>
          <w:tcPr>
            <w:tcW w:w="1441" w:type="dxa"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007C7" w:rsidRPr="00EF62A6" w:rsidTr="003617D8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007C7" w:rsidRPr="00DF25B3" w:rsidRDefault="002007C7" w:rsidP="00200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7C7" w:rsidRPr="00FE320D" w:rsidRDefault="002007C7" w:rsidP="002007C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διαθέτει αναλογία απόστασης προβολής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throw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ratio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) από 1,32:1 μέχρι 2,12:1</w:t>
            </w:r>
          </w:p>
        </w:tc>
        <w:tc>
          <w:tcPr>
            <w:tcW w:w="1441" w:type="dxa"/>
          </w:tcPr>
          <w:p w:rsidR="002007C7" w:rsidRPr="00EF62A6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007C7" w:rsidRPr="00EF62A6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007C7" w:rsidRPr="00EF62A6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2007C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007C7" w:rsidRPr="00DF25B3" w:rsidRDefault="002007C7" w:rsidP="00200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7C7" w:rsidRPr="00FE320D" w:rsidRDefault="002007C7" w:rsidP="002007C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είσοδο σήματος βίντεο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-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Sub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VGA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)</w:t>
            </w:r>
          </w:p>
        </w:tc>
        <w:tc>
          <w:tcPr>
            <w:tcW w:w="1441" w:type="dxa"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007C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2007C7" w:rsidRPr="00C60E4A" w:rsidRDefault="002007C7" w:rsidP="00200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7C7" w:rsidRPr="00FE320D" w:rsidRDefault="002007C7" w:rsidP="002007C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είσοδο σήματος βίντεο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HDMI</w:t>
            </w:r>
          </w:p>
        </w:tc>
        <w:tc>
          <w:tcPr>
            <w:tcW w:w="1441" w:type="dxa"/>
          </w:tcPr>
          <w:p w:rsidR="002007C7" w:rsidRDefault="002007C7" w:rsidP="002007C7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007C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2007C7" w:rsidRPr="00C60E4A" w:rsidRDefault="002007C7" w:rsidP="00200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7C7" w:rsidRPr="00FE320D" w:rsidRDefault="002007C7" w:rsidP="002007C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διαθέτει ελάχιστη διάρκεια ζωής πηγής φωτός (λάμπα) 20.000 ωρών</w:t>
            </w:r>
          </w:p>
        </w:tc>
        <w:tc>
          <w:tcPr>
            <w:tcW w:w="1441" w:type="dxa"/>
          </w:tcPr>
          <w:p w:rsidR="002007C7" w:rsidRDefault="002007C7" w:rsidP="002007C7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007C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2007C7" w:rsidRPr="00C60E4A" w:rsidRDefault="002007C7" w:rsidP="00200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7C7" w:rsidRPr="00FE320D" w:rsidRDefault="002007C7" w:rsidP="002007C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υποστηρίζει οριζόντια και κάθετη διόρθωση τραπεζίου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keystone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correction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) τουλάχιστον 30ο</w:t>
            </w:r>
          </w:p>
        </w:tc>
        <w:tc>
          <w:tcPr>
            <w:tcW w:w="1441" w:type="dxa"/>
          </w:tcPr>
          <w:p w:rsidR="002007C7" w:rsidRDefault="002007C7" w:rsidP="002007C7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007C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2007C7" w:rsidRPr="00C60E4A" w:rsidRDefault="002007C7" w:rsidP="00200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7C7" w:rsidRPr="00DF25B3" w:rsidRDefault="002007C7" w:rsidP="002007C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Να υποστηρίζει μεγέθυνση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zoom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) 1 - 1,62</w:t>
            </w:r>
          </w:p>
        </w:tc>
        <w:tc>
          <w:tcPr>
            <w:tcW w:w="1441" w:type="dxa"/>
          </w:tcPr>
          <w:p w:rsidR="002007C7" w:rsidRDefault="002007C7" w:rsidP="002007C7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007C7" w:rsidRPr="00DF25B3" w:rsidTr="00554053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2007C7" w:rsidRPr="00C60E4A" w:rsidRDefault="002007C7" w:rsidP="00200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7C7" w:rsidRPr="00DF25B3" w:rsidRDefault="002007C7" w:rsidP="002007C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Να διαθέτει τηλεχειριστήριο</w:t>
            </w:r>
          </w:p>
        </w:tc>
        <w:tc>
          <w:tcPr>
            <w:tcW w:w="1441" w:type="dxa"/>
          </w:tcPr>
          <w:p w:rsidR="002007C7" w:rsidRDefault="002007C7" w:rsidP="002007C7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007C7" w:rsidRPr="00DF25B3" w:rsidTr="00554053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2007C7" w:rsidRPr="002007C7" w:rsidRDefault="002007C7" w:rsidP="00200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7C7" w:rsidRPr="00FE320D" w:rsidRDefault="002007C7" w:rsidP="002007C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ενδείκνυται για εγκατάσταση σε βάση οροφής</w:t>
            </w:r>
          </w:p>
        </w:tc>
        <w:tc>
          <w:tcPr>
            <w:tcW w:w="1441" w:type="dxa"/>
          </w:tcPr>
          <w:p w:rsidR="002007C7" w:rsidRDefault="002007C7" w:rsidP="002007C7">
            <w:r w:rsidRPr="00E91337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007C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2007C7" w:rsidRDefault="002007C7" w:rsidP="002007C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007C7" w:rsidRPr="00FE320D" w:rsidRDefault="002007C7" w:rsidP="002007C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παρέχεται εγγύηση καλής λειτουργίας τουλάχιστον πέντε (5) ετών από τον προμηθευτή.</w:t>
            </w:r>
          </w:p>
        </w:tc>
        <w:tc>
          <w:tcPr>
            <w:tcW w:w="1441" w:type="dxa"/>
          </w:tcPr>
          <w:p w:rsidR="002007C7" w:rsidRDefault="002007C7" w:rsidP="002007C7">
            <w:r w:rsidRPr="00E91337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2007C7" w:rsidRPr="00DF25B3" w:rsidRDefault="002007C7" w:rsidP="002007C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B6EAB"/>
    <w:rsid w:val="001E6292"/>
    <w:rsid w:val="002007C7"/>
    <w:rsid w:val="002B7ED1"/>
    <w:rsid w:val="00305264"/>
    <w:rsid w:val="00406FB0"/>
    <w:rsid w:val="00633A63"/>
    <w:rsid w:val="00640003"/>
    <w:rsid w:val="00671793"/>
    <w:rsid w:val="00684924"/>
    <w:rsid w:val="00A40B4A"/>
    <w:rsid w:val="00C60E4A"/>
    <w:rsid w:val="00E76764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9793BE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171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2025-09-10T07:47:00Z</dcterms:created>
  <dcterms:modified xsi:type="dcterms:W3CDTF">2025-09-10T07:47:00Z</dcterms:modified>
</cp:coreProperties>
</file>